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BB5ED2">
        <w:rPr>
          <w:rFonts w:cstheme="minorHAnsi"/>
        </w:rPr>
        <w:t>5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BB5ED2">
        <w:rPr>
          <w:rFonts w:eastAsia="Calibri" w:cstheme="minorHAnsi"/>
        </w:rPr>
        <w:t>5</w:t>
      </w:r>
      <w:r w:rsidR="00AA1C16" w:rsidRPr="00AA1C16">
        <w:rPr>
          <w:rFonts w:eastAsia="Calibri" w:cstheme="minorHAnsi"/>
        </w:rPr>
        <w:t xml:space="preserve"> - </w:t>
      </w:r>
      <w:r w:rsidR="00BB5ED2" w:rsidRPr="003753E5">
        <w:t xml:space="preserve">Warsztaty „Optymalizacja oraz strojenie systemów nagłośnieniowych z wykorzystaniem </w:t>
      </w:r>
      <w:r w:rsidR="00BB5ED2">
        <w:br/>
        <w:t>profesjonalnego oprogramowaniapomiarowego (np. Smaart v9 lub równoważnego)</w:t>
      </w:r>
      <w:r w:rsidR="00BB5ED2" w:rsidRPr="003753E5">
        <w:t>”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7E" w:rsidRDefault="000A1B7E" w:rsidP="003119EF">
      <w:pPr>
        <w:spacing w:after="0" w:line="240" w:lineRule="auto"/>
      </w:pPr>
      <w:r>
        <w:separator/>
      </w:r>
    </w:p>
  </w:endnote>
  <w:endnote w:type="continuationSeparator" w:id="1">
    <w:p w:rsidR="000A1B7E" w:rsidRDefault="000A1B7E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BB5ED2" w:rsidRPr="00BB5ED2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7E" w:rsidRDefault="000A1B7E" w:rsidP="003119EF">
      <w:pPr>
        <w:spacing w:after="0" w:line="240" w:lineRule="auto"/>
      </w:pPr>
      <w:r>
        <w:separator/>
      </w:r>
    </w:p>
  </w:footnote>
  <w:footnote w:type="continuationSeparator" w:id="1">
    <w:p w:rsidR="000A1B7E" w:rsidRDefault="000A1B7E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0A1B7E"/>
    <w:rsid w:val="00196195"/>
    <w:rsid w:val="001C53C2"/>
    <w:rsid w:val="003119EF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BB5ED2"/>
    <w:rsid w:val="00C0790F"/>
    <w:rsid w:val="00D17930"/>
    <w:rsid w:val="00D17990"/>
    <w:rsid w:val="00D820E9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2026-01-21T19:18:00Z</dcterms:created>
  <dcterms:modified xsi:type="dcterms:W3CDTF">2026-01-21T19:18:00Z</dcterms:modified>
</cp:coreProperties>
</file>